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>Załącznik nr 1.5 do Zarządzenia Rektora UR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77777777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40CC8B53" w14:textId="7123CD3E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D85715">
        <w:rPr>
          <w:rFonts w:ascii="Corbel" w:hAnsi="Corbel"/>
          <w:sz w:val="20"/>
          <w:szCs w:val="20"/>
        </w:rPr>
        <w:t>1</w:t>
      </w:r>
      <w:r w:rsidRPr="00293D8C">
        <w:rPr>
          <w:rFonts w:ascii="Corbel" w:hAnsi="Corbel"/>
          <w:sz w:val="20"/>
          <w:szCs w:val="20"/>
        </w:rPr>
        <w:t>-2022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E/II/GFiR/C-1.4a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723EF49D" w:rsidR="0085747A" w:rsidRPr="00293D8C" w:rsidRDefault="0093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59484ECF" w:rsidR="00D25E5A" w:rsidRPr="00293D8C" w:rsidRDefault="0093618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w tym z wykorzystaniem platformy Teams,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3A25A878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0221038C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523BA2B6" w:rsidR="006B5A78" w:rsidRPr="00293D8C" w:rsidRDefault="002169FB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Farkasova, W. K. Krupa, P. Skotny,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C0944" w14:textId="77777777" w:rsidR="00EA7B9E" w:rsidRDefault="00EA7B9E" w:rsidP="00C16ABF">
      <w:pPr>
        <w:spacing w:after="0" w:line="240" w:lineRule="auto"/>
      </w:pPr>
      <w:r>
        <w:separator/>
      </w:r>
    </w:p>
  </w:endnote>
  <w:endnote w:type="continuationSeparator" w:id="0">
    <w:p w14:paraId="218E9F94" w14:textId="77777777" w:rsidR="00EA7B9E" w:rsidRDefault="00EA7B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EBC1C" w14:textId="77777777" w:rsidR="00EA7B9E" w:rsidRDefault="00EA7B9E" w:rsidP="00C16ABF">
      <w:pPr>
        <w:spacing w:after="0" w:line="240" w:lineRule="auto"/>
      </w:pPr>
      <w:r>
        <w:separator/>
      </w:r>
    </w:p>
  </w:footnote>
  <w:footnote w:type="continuationSeparator" w:id="0">
    <w:p w14:paraId="797B92BE" w14:textId="77777777" w:rsidR="00EA7B9E" w:rsidRDefault="00EA7B9E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169FB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C689F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3618A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B9E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C1F3E1-CE8D-4470-B841-3771AF7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917E79-9EB6-48A4-892B-7FE27C7B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858</Words>
  <Characters>5149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2020-12-13T23:57:00Z</dcterms:created>
  <dcterms:modified xsi:type="dcterms:W3CDTF">2020-12-13T23:57:00Z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